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46" w:rsidRPr="00F0291E" w:rsidRDefault="00444346" w:rsidP="0074689C">
      <w:pPr>
        <w:spacing w:after="0" w:line="240" w:lineRule="auto"/>
        <w:rPr>
          <w:rFonts w:ascii="Times New Roman" w:hAnsi="Times New Roman"/>
          <w:b/>
          <w:bCs/>
          <w:sz w:val="52"/>
          <w:szCs w:val="52"/>
          <w:lang w:eastAsia="pl-PL"/>
        </w:rPr>
      </w:pPr>
      <w:r w:rsidRPr="00F0291E">
        <w:rPr>
          <w:rFonts w:ascii="Times New Roman" w:hAnsi="Times New Roman"/>
          <w:b/>
          <w:bCs/>
          <w:sz w:val="52"/>
          <w:szCs w:val="52"/>
          <w:lang w:eastAsia="pl-PL"/>
        </w:rPr>
        <w:t xml:space="preserve">                 </w:t>
      </w:r>
      <w:r>
        <w:rPr>
          <w:rFonts w:ascii="Times New Roman" w:hAnsi="Times New Roman"/>
          <w:b/>
          <w:bCs/>
          <w:sz w:val="52"/>
          <w:szCs w:val="52"/>
          <w:lang w:eastAsia="pl-PL"/>
        </w:rPr>
        <w:t xml:space="preserve">                               </w:t>
      </w:r>
    </w:p>
    <w:p w:rsidR="00444346" w:rsidRDefault="00444346" w:rsidP="0074689C">
      <w:pPr>
        <w:spacing w:after="0" w:line="240" w:lineRule="auto"/>
        <w:rPr>
          <w:rFonts w:ascii="Times New Roman" w:hAnsi="Times New Roman"/>
          <w:b/>
          <w:bCs/>
          <w:sz w:val="44"/>
          <w:szCs w:val="44"/>
          <w:lang w:eastAsia="pl-PL"/>
        </w:rPr>
      </w:pPr>
    </w:p>
    <w:p w:rsidR="00444346" w:rsidRPr="000E27E1" w:rsidRDefault="00444346" w:rsidP="0074689C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444346" w:rsidRPr="00CE1BC9" w:rsidRDefault="00444346" w:rsidP="0074689C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pl-PL"/>
        </w:rPr>
      </w:pPr>
      <w:r w:rsidRPr="00CE1BC9">
        <w:rPr>
          <w:rFonts w:ascii="Times New Roman" w:hAnsi="Times New Roman"/>
          <w:b/>
          <w:bCs/>
          <w:sz w:val="44"/>
          <w:szCs w:val="44"/>
          <w:lang w:eastAsia="pl-PL"/>
        </w:rPr>
        <w:t>PROJEKT</w:t>
      </w:r>
    </w:p>
    <w:p w:rsidR="00444346" w:rsidRDefault="00444346" w:rsidP="00B94665">
      <w:pPr>
        <w:keepNext/>
        <w:keepLines/>
        <w:spacing w:before="40" w:after="0" w:line="240" w:lineRule="auto"/>
        <w:jc w:val="center"/>
        <w:outlineLvl w:val="3"/>
        <w:rPr>
          <w:rFonts w:ascii="Times New Roman" w:hAnsi="Times New Roman"/>
          <w:b/>
          <w:bCs/>
          <w:sz w:val="40"/>
          <w:szCs w:val="40"/>
          <w:lang w:eastAsia="pl-PL"/>
        </w:rPr>
      </w:pPr>
      <w:r w:rsidRPr="0074689C">
        <w:rPr>
          <w:rFonts w:ascii="Times New Roman" w:hAnsi="Times New Roman"/>
          <w:b/>
          <w:bCs/>
          <w:sz w:val="40"/>
          <w:szCs w:val="40"/>
          <w:lang w:eastAsia="pl-PL"/>
        </w:rPr>
        <w:t>T</w:t>
      </w:r>
      <w:r>
        <w:rPr>
          <w:rFonts w:ascii="Times New Roman" w:hAnsi="Times New Roman"/>
          <w:b/>
          <w:bCs/>
          <w:sz w:val="40"/>
          <w:szCs w:val="40"/>
          <w:lang w:eastAsia="pl-PL"/>
        </w:rPr>
        <w:t>ECHNICZNY</w:t>
      </w:r>
    </w:p>
    <w:p w:rsidR="00444346" w:rsidRPr="0074689C" w:rsidRDefault="00444346" w:rsidP="00B94665">
      <w:pPr>
        <w:keepNext/>
        <w:keepLines/>
        <w:spacing w:before="40" w:after="0" w:line="240" w:lineRule="auto"/>
        <w:jc w:val="center"/>
        <w:outlineLvl w:val="3"/>
        <w:rPr>
          <w:rFonts w:ascii="Times New Roman" w:hAnsi="Times New Roman"/>
          <w:b/>
          <w:bCs/>
          <w:sz w:val="40"/>
          <w:szCs w:val="40"/>
          <w:lang w:eastAsia="pl-PL"/>
        </w:rPr>
      </w:pPr>
      <w:r>
        <w:rPr>
          <w:rFonts w:ascii="Times New Roman" w:hAnsi="Times New Roman"/>
          <w:b/>
          <w:bCs/>
          <w:sz w:val="40"/>
          <w:szCs w:val="40"/>
          <w:lang w:eastAsia="pl-PL"/>
        </w:rPr>
        <w:t>Branża elektryczna</w:t>
      </w:r>
    </w:p>
    <w:p w:rsidR="00444346" w:rsidRPr="00CE1BC9" w:rsidRDefault="00444346" w:rsidP="0074689C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444346" w:rsidRPr="00CE1BC9" w:rsidRDefault="00444346" w:rsidP="0074689C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444346" w:rsidRPr="00CE1BC9" w:rsidRDefault="00444346" w:rsidP="0074689C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tbl>
      <w:tblPr>
        <w:tblW w:w="878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2478"/>
        <w:gridCol w:w="1276"/>
        <w:gridCol w:w="1473"/>
        <w:gridCol w:w="1719"/>
      </w:tblGrid>
      <w:tr w:rsidR="00444346" w:rsidRPr="008A59EF" w:rsidTr="00B94EDA">
        <w:tc>
          <w:tcPr>
            <w:tcW w:w="1843" w:type="dxa"/>
          </w:tcPr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Nazwa obiektu budowlanego:</w:t>
            </w: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Kategoria obiektu</w:t>
            </w: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gridSpan w:val="4"/>
          </w:tcPr>
          <w:p w:rsidR="00444346" w:rsidRDefault="00444346" w:rsidP="00B9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4A6C">
              <w:rPr>
                <w:rFonts w:ascii="Times New Roman" w:hAnsi="Times New Roman"/>
                <w:sz w:val="28"/>
                <w:szCs w:val="28"/>
                <w:lang w:eastAsia="pl-PL"/>
              </w:rPr>
              <w:t xml:space="preserve">Budynek </w:t>
            </w:r>
            <w:r>
              <w:rPr>
                <w:rFonts w:ascii="Times New Roman" w:hAnsi="Times New Roman"/>
                <w:sz w:val="28"/>
                <w:szCs w:val="28"/>
                <w:lang w:eastAsia="pl-PL"/>
              </w:rPr>
              <w:t>mieszkalny wielorodzinny</w:t>
            </w: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>
              <w:rPr>
                <w:rFonts w:ascii="Times New Roman" w:hAnsi="Times New Roman"/>
                <w:sz w:val="28"/>
                <w:szCs w:val="28"/>
                <w:lang w:eastAsia="pl-PL"/>
              </w:rPr>
              <w:t>- k</w:t>
            </w:r>
            <w:r w:rsidRPr="00CE1BC9">
              <w:rPr>
                <w:rFonts w:ascii="Times New Roman" w:hAnsi="Times New Roman"/>
                <w:sz w:val="28"/>
                <w:szCs w:val="28"/>
                <w:lang w:eastAsia="pl-PL"/>
              </w:rPr>
              <w:t>ategoria obiektu XVIII</w:t>
            </w:r>
            <w:r>
              <w:rPr>
                <w:rFonts w:ascii="Times New Roman" w:hAnsi="Times New Roman"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444346" w:rsidRPr="008A59EF" w:rsidTr="00B94EDA">
        <w:tc>
          <w:tcPr>
            <w:tcW w:w="1843" w:type="dxa"/>
          </w:tcPr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Zakres inwestycji objętej opracowaniem:</w:t>
            </w: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gridSpan w:val="4"/>
          </w:tcPr>
          <w:p w:rsidR="00444346" w:rsidRPr="008A59EF" w:rsidRDefault="00444346" w:rsidP="00B94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9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Przebudowa budynku wielorodzinnego, remont budynku </w:t>
            </w:r>
          </w:p>
          <w:p w:rsidR="00444346" w:rsidRDefault="00444346" w:rsidP="00F77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9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gospodarczego - </w:t>
            </w:r>
          </w:p>
          <w:p w:rsidR="00444346" w:rsidRPr="008A59EF" w:rsidRDefault="00444346" w:rsidP="00F77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9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instalacje elektryczne wewnętrzne</w:t>
            </w:r>
          </w:p>
          <w:p w:rsidR="00444346" w:rsidRPr="00B21EE4" w:rsidRDefault="00444346" w:rsidP="00B94EDA">
            <w:pPr>
              <w:tabs>
                <w:tab w:val="left" w:pos="57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  <w:p w:rsidR="00444346" w:rsidRPr="00B21EE4" w:rsidRDefault="00444346" w:rsidP="00B9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444346" w:rsidRPr="008A59EF" w:rsidTr="00B94EDA">
        <w:tc>
          <w:tcPr>
            <w:tcW w:w="1843" w:type="dxa"/>
          </w:tcPr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Adres obiektu budowlanego </w:t>
            </w: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i nr działki:</w:t>
            </w:r>
          </w:p>
        </w:tc>
        <w:tc>
          <w:tcPr>
            <w:tcW w:w="6946" w:type="dxa"/>
            <w:gridSpan w:val="4"/>
          </w:tcPr>
          <w:p w:rsidR="00444346" w:rsidRPr="00354A6C" w:rsidRDefault="00444346" w:rsidP="00B94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</w:pPr>
            <w:r w:rsidRPr="00354A6C"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  <w:t>62-500</w:t>
            </w:r>
            <w:r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  <w:t xml:space="preserve"> </w:t>
            </w:r>
            <w:r w:rsidRPr="00354A6C"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  <w:t xml:space="preserve">Konin, ul. </w:t>
            </w:r>
            <w:r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  <w:t>Wojska Polskiego 17</w:t>
            </w:r>
          </w:p>
          <w:p w:rsidR="00444346" w:rsidRPr="00354A6C" w:rsidRDefault="00444346" w:rsidP="00B94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</w:pPr>
            <w:r w:rsidRPr="00354A6C"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  <w:t xml:space="preserve">działka geodezyjna </w:t>
            </w:r>
            <w:r w:rsidRPr="00491EBD"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  <w:t>nr</w:t>
            </w:r>
            <w:r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  <w:t xml:space="preserve"> 82/2</w:t>
            </w:r>
            <w:r w:rsidRPr="008A59EF">
              <w:rPr>
                <w:rFonts w:ascii="Times New Roman" w:hAnsi="Times New Roman"/>
                <w:sz w:val="28"/>
                <w:szCs w:val="28"/>
              </w:rPr>
              <w:t xml:space="preserve"> obręb Starówka</w:t>
            </w:r>
          </w:p>
          <w:p w:rsidR="00444346" w:rsidRDefault="00444346" w:rsidP="00B94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</w:pPr>
          </w:p>
          <w:p w:rsidR="00444346" w:rsidRPr="00CE1BC9" w:rsidRDefault="00444346" w:rsidP="00B94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444346" w:rsidRPr="008A59EF" w:rsidTr="00B94EDA">
        <w:tc>
          <w:tcPr>
            <w:tcW w:w="1843" w:type="dxa"/>
            <w:tcBorders>
              <w:bottom w:val="single" w:sz="4" w:space="0" w:color="auto"/>
            </w:tcBorders>
          </w:tcPr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Inwestor:</w:t>
            </w:r>
          </w:p>
        </w:tc>
        <w:tc>
          <w:tcPr>
            <w:tcW w:w="6946" w:type="dxa"/>
            <w:gridSpan w:val="4"/>
            <w:tcBorders>
              <w:bottom w:val="single" w:sz="4" w:space="0" w:color="auto"/>
            </w:tcBorders>
          </w:tcPr>
          <w:p w:rsidR="00444346" w:rsidRDefault="00444346" w:rsidP="00B94E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pl-PL"/>
              </w:rPr>
            </w:pPr>
            <w:r w:rsidRPr="00D131F9">
              <w:rPr>
                <w:rFonts w:ascii="Times New Roman" w:hAnsi="Times New Roman"/>
                <w:color w:val="000000"/>
                <w:sz w:val="28"/>
                <w:szCs w:val="28"/>
                <w:lang w:eastAsia="pl-PL"/>
              </w:rPr>
              <w:t xml:space="preserve">Miasto Konin reprezentowane przez Przedsiębiorstwo Gospodarki Komunalnej i Mieszkaniowej Spółka </w:t>
            </w:r>
          </w:p>
          <w:p w:rsidR="00444346" w:rsidRDefault="00444346" w:rsidP="00B94E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pl-PL"/>
              </w:rPr>
            </w:pPr>
            <w:r w:rsidRPr="00D131F9">
              <w:rPr>
                <w:rFonts w:ascii="Times New Roman" w:hAnsi="Times New Roman"/>
                <w:color w:val="000000"/>
                <w:sz w:val="28"/>
                <w:szCs w:val="28"/>
                <w:lang w:eastAsia="pl-PL"/>
              </w:rPr>
              <w:t xml:space="preserve">z ograniczoną odpowiedzialnością, </w:t>
            </w:r>
          </w:p>
          <w:p w:rsidR="00444346" w:rsidRDefault="00444346" w:rsidP="00B94E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pl-PL"/>
              </w:rPr>
            </w:pPr>
            <w:r w:rsidRPr="00D131F9">
              <w:rPr>
                <w:rFonts w:ascii="Times New Roman" w:hAnsi="Times New Roman"/>
                <w:color w:val="000000"/>
                <w:sz w:val="28"/>
                <w:szCs w:val="28"/>
                <w:lang w:eastAsia="pl-PL"/>
              </w:rPr>
              <w:t xml:space="preserve">ul. M. Dąbrowskiej 8, 62-500 Konin. </w:t>
            </w:r>
          </w:p>
          <w:p w:rsidR="00444346" w:rsidRPr="00CE1BC9" w:rsidRDefault="00444346" w:rsidP="00B94ED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444346" w:rsidRPr="008A59EF" w:rsidTr="00B94EDA">
        <w:trPr>
          <w:cantSplit/>
          <w:trHeight w:val="1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Imię i Nazwisko</w:t>
            </w: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Specjalność</w:t>
            </w: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Nr uprawnień</w:t>
            </w: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Data</w:t>
            </w: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br/>
              <w:t>opracowania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podpis</w:t>
            </w:r>
          </w:p>
        </w:tc>
      </w:tr>
      <w:tr w:rsidR="00444346" w:rsidRPr="008A59EF" w:rsidTr="00B94EDA">
        <w:trPr>
          <w:cantSplit/>
          <w:trHeight w:val="1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Projektował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>branża elektryczna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46" w:rsidRPr="00CE1BC9" w:rsidRDefault="00444346" w:rsidP="00B94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mgr inż.  </w:t>
            </w:r>
          </w:p>
          <w:p w:rsidR="00444346" w:rsidRPr="0074689C" w:rsidRDefault="00444346" w:rsidP="00B9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Jan Traczyk</w:t>
            </w:r>
          </w:p>
          <w:p w:rsidR="00444346" w:rsidRPr="0074689C" w:rsidRDefault="00444346" w:rsidP="00B946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74689C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spec.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instal. elektryczne</w:t>
            </w: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20</w:t>
            </w:r>
            <w:r w:rsidRPr="0074689C">
              <w:rPr>
                <w:rFonts w:ascii="Times New Roman" w:hAnsi="Times New Roman"/>
                <w:sz w:val="24"/>
                <w:szCs w:val="24"/>
                <w:lang w:eastAsia="pl-PL"/>
              </w:rPr>
              <w:t>/9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3/Op</w:t>
            </w: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11.2022</w:t>
            </w: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444346" w:rsidRPr="008A59EF" w:rsidTr="00B94EDA">
        <w:trPr>
          <w:cantSplit/>
          <w:trHeight w:val="1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46" w:rsidRDefault="00444346" w:rsidP="00B9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  <w:p w:rsidR="00444346" w:rsidRDefault="00444346" w:rsidP="00B9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46" w:rsidRPr="00CE1BC9" w:rsidRDefault="00444346" w:rsidP="00B94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46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        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46" w:rsidRPr="00CE1BC9" w:rsidRDefault="00444346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444346" w:rsidRPr="00CE1BC9" w:rsidRDefault="00444346" w:rsidP="0074689C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444346" w:rsidRPr="00CE1BC9" w:rsidRDefault="00444346" w:rsidP="0074689C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444346" w:rsidRPr="00CE1BC9" w:rsidRDefault="00444346" w:rsidP="0074689C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444346" w:rsidRDefault="00444346"/>
    <w:sectPr w:rsidR="00444346" w:rsidSect="00445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89C"/>
    <w:rsid w:val="000E27E1"/>
    <w:rsid w:val="00195507"/>
    <w:rsid w:val="00206B04"/>
    <w:rsid w:val="00354A6C"/>
    <w:rsid w:val="00432EB9"/>
    <w:rsid w:val="00444346"/>
    <w:rsid w:val="00445A7C"/>
    <w:rsid w:val="00460A0E"/>
    <w:rsid w:val="00491EBD"/>
    <w:rsid w:val="00522BDE"/>
    <w:rsid w:val="00574EB6"/>
    <w:rsid w:val="005A2C21"/>
    <w:rsid w:val="0066293D"/>
    <w:rsid w:val="006B31B2"/>
    <w:rsid w:val="00707AEE"/>
    <w:rsid w:val="0074689C"/>
    <w:rsid w:val="007956E2"/>
    <w:rsid w:val="00795FFA"/>
    <w:rsid w:val="00842610"/>
    <w:rsid w:val="008A59EF"/>
    <w:rsid w:val="00AB7D9E"/>
    <w:rsid w:val="00B21EE4"/>
    <w:rsid w:val="00B9387C"/>
    <w:rsid w:val="00B94665"/>
    <w:rsid w:val="00B94EDA"/>
    <w:rsid w:val="00C56206"/>
    <w:rsid w:val="00C7578F"/>
    <w:rsid w:val="00CE1BC9"/>
    <w:rsid w:val="00D131F9"/>
    <w:rsid w:val="00DE00F5"/>
    <w:rsid w:val="00F0291E"/>
    <w:rsid w:val="00F53924"/>
    <w:rsid w:val="00F62AFF"/>
    <w:rsid w:val="00F77465"/>
    <w:rsid w:val="00F90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A7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121</Words>
  <Characters>732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TOM 2/3                                                      3</dc:title>
  <dc:subject/>
  <dc:creator>user</dc:creator>
  <cp:keywords/>
  <dc:description/>
  <cp:lastModifiedBy>JT</cp:lastModifiedBy>
  <cp:revision>2</cp:revision>
  <dcterms:created xsi:type="dcterms:W3CDTF">2023-01-16T12:48:00Z</dcterms:created>
  <dcterms:modified xsi:type="dcterms:W3CDTF">2023-01-16T12:48:00Z</dcterms:modified>
</cp:coreProperties>
</file>